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3DAA" w14:textId="29DDCB63" w:rsidR="00814E43" w:rsidRDefault="00FA288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3D47F0B3" wp14:editId="0BE9D24E">
                <wp:simplePos x="0" y="0"/>
                <wp:positionH relativeFrom="margin">
                  <wp:posOffset>2981325</wp:posOffset>
                </wp:positionH>
                <wp:positionV relativeFrom="page">
                  <wp:posOffset>752475</wp:posOffset>
                </wp:positionV>
                <wp:extent cx="771525" cy="942975"/>
                <wp:effectExtent l="0" t="0" r="9525" b="952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0D8CD" w14:textId="77777777" w:rsidR="00B32C3E" w:rsidRPr="00B32C3E" w:rsidRDefault="00B32C3E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松の葉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47F0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234.75pt;margin-top:59.25pt;width:60.75pt;height:74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" o:allowincell="f" filled="f" stroked="f" strokeweight=".5pt">
                <v:textbox style="layout-flow:vertical-ideographic" inset="0,0,0,0">
                  <w:txbxContent>
                    <w:p w14:paraId="1B10D8CD" w14:textId="77777777" w:rsidR="00B32C3E" w:rsidRPr="00B32C3E" w:rsidRDefault="00B32C3E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松の葉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0" allowOverlap="1" wp14:anchorId="2435B48F" wp14:editId="3B5C8A98">
            <wp:simplePos x="0" y="0"/>
            <wp:positionH relativeFrom="margin">
              <wp:align>center</wp:align>
            </wp:positionH>
            <wp:positionV relativeFrom="page">
              <wp:posOffset>819150</wp:posOffset>
            </wp:positionV>
            <wp:extent cx="10770870" cy="2566035"/>
            <wp:effectExtent l="0" t="0" r="0" b="571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水引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087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683DCF58" wp14:editId="264852EA">
                <wp:simplePos x="0" y="0"/>
                <wp:positionH relativeFrom="rightMargin">
                  <wp:align>left</wp:align>
                </wp:positionH>
                <wp:positionV relativeFrom="margin">
                  <wp:posOffset>-209550</wp:posOffset>
                </wp:positionV>
                <wp:extent cx="381000" cy="942975"/>
                <wp:effectExtent l="0" t="0" r="0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859DC" w14:textId="43C31860" w:rsidR="00B32C3E" w:rsidRPr="00B32C3E" w:rsidRDefault="00300376">
                            <w:pP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  <w:t>二〇二三年度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CF58" id="テキスト ボックス 16" o:spid="_x0000_s1027" type="#_x0000_t202" style="position:absolute;left:0;text-align:left;margin-left:0;margin-top:-16.5pt;width:30pt;height:74.25pt;z-index:25168896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" o:allowincell="f" filled="f" stroked="f" strokeweight=".5pt">
                <v:textbox style="layout-flow:vertical-ideographic" inset="0,0,0,0">
                  <w:txbxContent>
                    <w:p w14:paraId="45B859DC" w14:textId="43C31860" w:rsidR="00B32C3E" w:rsidRPr="00B32C3E" w:rsidRDefault="00300376">
                      <w:pPr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>
                        <w:rPr>
                          <w:rFonts w:ascii="HGP行書体" w:eastAsia="HGP行書体"/>
                          <w:sz w:val="24"/>
                          <w:szCs w:val="24"/>
                        </w:rPr>
                        <w:t>二〇二三年度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32C3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4A58F76" wp14:editId="3CD06776">
                <wp:simplePos x="0" y="0"/>
                <wp:positionH relativeFrom="margin">
                  <wp:posOffset>8531225</wp:posOffset>
                </wp:positionH>
                <wp:positionV relativeFrom="page">
                  <wp:posOffset>866775</wp:posOffset>
                </wp:positionV>
                <wp:extent cx="952500" cy="1457325"/>
                <wp:effectExtent l="0" t="0" r="0" b="952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324D1" w14:textId="77777777" w:rsidR="00B32C3E" w:rsidRPr="00B32C3E" w:rsidRDefault="00B32C3E">
                            <w:pPr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二〇一八年</w:t>
                            </w:r>
                          </w:p>
                          <w:p w14:paraId="04C858F2" w14:textId="77777777" w:rsidR="00B32C3E" w:rsidRPr="00B32C3E" w:rsidRDefault="00B32C3E" w:rsidP="00B32C3E">
                            <w:pPr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新年互礼会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58F76" id="テキスト ボックス 15" o:spid="_x0000_s1028" type="#_x0000_t202" style="position:absolute;left:0;text-align:left;margin-left:671.75pt;margin-top:68.25pt;width:75pt;height:114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" o:allowincell="f" filled="f" stroked="f" strokeweight=".5pt">
                <v:textbox style="layout-flow:vertical-ideographic" inset="0,0,0,0">
                  <w:txbxContent>
                    <w:p w14:paraId="63A324D1" w14:textId="77777777" w:rsidR="00B32C3E" w:rsidRPr="00B32C3E" w:rsidRDefault="00B32C3E">
                      <w:pPr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二〇一八年</w:t>
                      </w:r>
                    </w:p>
                    <w:p w14:paraId="04C858F2" w14:textId="77777777" w:rsidR="00B32C3E" w:rsidRPr="00B32C3E" w:rsidRDefault="00B32C3E" w:rsidP="00B32C3E">
                      <w:pPr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新年互礼会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F8E75EE" w14:textId="77777777" w:rsidR="00814E43" w:rsidRDefault="00814E43"/>
    <w:p w14:paraId="574EF6C3" w14:textId="77777777" w:rsidR="00814E43" w:rsidRDefault="00814E43"/>
    <w:p w14:paraId="0B5D85BD" w14:textId="77777777" w:rsidR="00814E43" w:rsidRDefault="00814E4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6D5E0B" wp14:editId="7ABD9619">
                <wp:simplePos x="0" y="0"/>
                <wp:positionH relativeFrom="margin">
                  <wp:posOffset>4276090</wp:posOffset>
                </wp:positionH>
                <wp:positionV relativeFrom="page">
                  <wp:posOffset>539750</wp:posOffset>
                </wp:positionV>
                <wp:extent cx="1225550" cy="1786890"/>
                <wp:effectExtent l="0" t="0" r="1270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0" cy="1786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94D08" w14:textId="77777777" w:rsidR="00814E43" w:rsidRPr="00814E43" w:rsidRDefault="00814E43">
                            <w:pPr>
                              <w:rPr>
                                <w:rFonts w:ascii="HGP行書体" w:eastAsia="HGP行書体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D5E0B" id="テキスト ボックス 2" o:spid="_x0000_s1029" type="#_x0000_t202" style="position:absolute;left:0;text-align:left;margin-left:336.7pt;margin-top:42.5pt;width:96.5pt;height:140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" o:allowincell="f" filled="f" stroked="f" strokeweight=".5pt">
                <v:textbox style="layout-flow:vertical-ideographic" inset="0,0,0,0">
                  <w:txbxContent>
                    <w:p w14:paraId="11C94D08" w14:textId="77777777" w:rsidR="00814E43" w:rsidRPr="00814E43" w:rsidRDefault="00814E43">
                      <w:pPr>
                        <w:rPr>
                          <w:rFonts w:ascii="HGP行書体" w:eastAsia="HGP行書体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DE0508B" w14:textId="77777777" w:rsidR="00814E43" w:rsidRDefault="00814E43"/>
    <w:p w14:paraId="417EB6C5" w14:textId="77777777" w:rsidR="00814E43" w:rsidRDefault="00814E43"/>
    <w:p w14:paraId="353667FA" w14:textId="77777777" w:rsidR="00814E43" w:rsidRDefault="00814E43"/>
    <w:p w14:paraId="033FB572" w14:textId="77777777" w:rsidR="00814E43" w:rsidRDefault="00814E43"/>
    <w:p w14:paraId="3E207ECD" w14:textId="77777777" w:rsidR="00814E43" w:rsidRDefault="00814E43"/>
    <w:p w14:paraId="7FAD54A4" w14:textId="77777777" w:rsidR="00814E43" w:rsidRDefault="00FA288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6342F92" wp14:editId="2B11E2DC">
                <wp:simplePos x="0" y="0"/>
                <wp:positionH relativeFrom="margin">
                  <wp:align>center</wp:align>
                </wp:positionH>
                <wp:positionV relativeFrom="page">
                  <wp:posOffset>2771775</wp:posOffset>
                </wp:positionV>
                <wp:extent cx="1225550" cy="2038350"/>
                <wp:effectExtent l="0" t="0" r="1270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0" cy="203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2E5B3" w14:textId="77777777" w:rsidR="00814E43" w:rsidRPr="00B32C3E" w:rsidRDefault="00B32C3E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公益社団法人</w:t>
                            </w:r>
                          </w:p>
                          <w:p w14:paraId="7B02BE18" w14:textId="77777777" w:rsidR="00B32C3E" w:rsidRPr="00B32C3E" w:rsidRDefault="00B32C3E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岸和田青年会議所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42F92" id="テキスト ボックス 3" o:spid="_x0000_s1030" type="#_x0000_t202" style="position:absolute;left:0;text-align:left;margin-left:0;margin-top:218.25pt;width:96.5pt;height:160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" o:allowincell="f" filled="f" stroked="f" strokeweight=".5pt">
                <v:textbox style="layout-flow:vertical-ideographic" inset="0,0,0,0">
                  <w:txbxContent>
                    <w:p w14:paraId="0712E5B3" w14:textId="77777777" w:rsidR="00814E43" w:rsidRPr="00B32C3E" w:rsidRDefault="00B32C3E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公益社団法人</w:t>
                      </w:r>
                    </w:p>
                    <w:p w14:paraId="7B02BE18" w14:textId="77777777" w:rsidR="00B32C3E" w:rsidRPr="00B32C3E" w:rsidRDefault="00B32C3E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岸和田青年会議所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7950413" w14:textId="77777777" w:rsidR="00814E43" w:rsidRDefault="00814E43"/>
    <w:p w14:paraId="6ACA2757" w14:textId="77777777" w:rsidR="00814E43" w:rsidRDefault="00814E43"/>
    <w:p w14:paraId="685417A9" w14:textId="77777777" w:rsidR="00814E43" w:rsidRDefault="00814E43"/>
    <w:p w14:paraId="7D1C8D53" w14:textId="77777777" w:rsidR="00814E43" w:rsidRDefault="00814E43"/>
    <w:p w14:paraId="4B66AEAD" w14:textId="221DF32F" w:rsidR="00814E43" w:rsidRDefault="00FA288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E48C1C4" wp14:editId="72071954">
                <wp:simplePos x="0" y="0"/>
                <wp:positionH relativeFrom="margin">
                  <wp:align>center</wp:align>
                </wp:positionH>
                <wp:positionV relativeFrom="page">
                  <wp:posOffset>5929630</wp:posOffset>
                </wp:positionV>
                <wp:extent cx="771525" cy="94297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D7E245" w14:textId="77777777" w:rsidR="00FA288F" w:rsidRPr="00B32C3E" w:rsidRDefault="00FA288F" w:rsidP="00FA288F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松の葉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8C1C4" id="テキスト ボックス 5" o:spid="_x0000_s1031" type="#_x0000_t202" style="position:absolute;left:0;text-align:left;margin-left:0;margin-top:466.9pt;width:60.75pt;height:74.25pt;z-index:2516971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" o:allowincell="f" filled="f" stroked="f" strokeweight=".5pt">
                <v:textbox style="layout-flow:vertical-ideographic" inset="0,0,0,0">
                  <w:txbxContent>
                    <w:p w14:paraId="11D7E245" w14:textId="77777777" w:rsidR="00FA288F" w:rsidRPr="00B32C3E" w:rsidRDefault="00FA288F" w:rsidP="00FA288F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松の葉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0" allowOverlap="1" wp14:anchorId="0FCFF830" wp14:editId="3870FE6A">
            <wp:simplePos x="0" y="0"/>
            <wp:positionH relativeFrom="margin">
              <wp:align>center</wp:align>
            </wp:positionH>
            <wp:positionV relativeFrom="page">
              <wp:posOffset>6177280</wp:posOffset>
            </wp:positionV>
            <wp:extent cx="10770870" cy="2566035"/>
            <wp:effectExtent l="0" t="0" r="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水引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087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61DCEC17" wp14:editId="735A2869">
                <wp:simplePos x="0" y="0"/>
                <wp:positionH relativeFrom="margin">
                  <wp:align>center</wp:align>
                </wp:positionH>
                <wp:positionV relativeFrom="margin">
                  <wp:posOffset>7392670</wp:posOffset>
                </wp:positionV>
                <wp:extent cx="1225550" cy="2038350"/>
                <wp:effectExtent l="0" t="0" r="1270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0" cy="203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98802C" w14:textId="77777777" w:rsidR="00FA288F" w:rsidRPr="00B32C3E" w:rsidRDefault="00FA288F" w:rsidP="00FA288F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公益社団法人</w:t>
                            </w:r>
                          </w:p>
                          <w:p w14:paraId="0F7A010A" w14:textId="77777777" w:rsidR="00FA288F" w:rsidRPr="00B32C3E" w:rsidRDefault="00FA288F" w:rsidP="00FA288F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岸和田青年会議所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CEC17" id="テキスト ボックス 4" o:spid="_x0000_s1032" type="#_x0000_t202" style="position:absolute;left:0;text-align:left;margin-left:0;margin-top:582.1pt;width:96.5pt;height:160.5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" o:allowincell="f" filled="f" stroked="f" strokeweight=".5pt">
                <v:textbox style="layout-flow:vertical-ideographic" inset="0,0,0,0">
                  <w:txbxContent>
                    <w:p w14:paraId="6298802C" w14:textId="77777777" w:rsidR="00FA288F" w:rsidRPr="00B32C3E" w:rsidRDefault="00FA288F" w:rsidP="00FA288F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公益社団法人</w:t>
                      </w:r>
                    </w:p>
                    <w:p w14:paraId="0F7A010A" w14:textId="77777777" w:rsidR="00FA288F" w:rsidRPr="00B32C3E" w:rsidRDefault="00FA288F" w:rsidP="00FA288F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岸和田青年会議所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64CD4039" wp14:editId="3125C31E">
                <wp:simplePos x="0" y="0"/>
                <wp:positionH relativeFrom="margin">
                  <wp:posOffset>6600825</wp:posOffset>
                </wp:positionH>
                <wp:positionV relativeFrom="page">
                  <wp:posOffset>5348605</wp:posOffset>
                </wp:positionV>
                <wp:extent cx="381000" cy="94297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5F2A5A" w14:textId="226AF2B5" w:rsidR="00FA288F" w:rsidRPr="00B32C3E" w:rsidRDefault="00300376" w:rsidP="00FA288F">
                            <w:pP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  <w:t>二〇二三年度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D4039" id="テキスト ボックス 6" o:spid="_x0000_s1033" type="#_x0000_t202" style="position:absolute;left:0;text-align:left;margin-left:519.75pt;margin-top:421.15pt;width:30pt;height:74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" o:allowincell="f" filled="f" stroked="f" strokeweight=".5pt">
                <v:textbox style="layout-flow:vertical-ideographic" inset="0,0,0,0">
                  <w:txbxContent>
                    <w:p w14:paraId="015F2A5A" w14:textId="226AF2B5" w:rsidR="00FA288F" w:rsidRPr="00B32C3E" w:rsidRDefault="00300376" w:rsidP="00FA288F">
                      <w:pPr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>
                        <w:rPr>
                          <w:rFonts w:ascii="HGP行書体" w:eastAsia="HGP行書体"/>
                          <w:sz w:val="24"/>
                          <w:szCs w:val="24"/>
                        </w:rPr>
                        <w:t>二〇二三年度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814E43" w:rsidSect="004231F9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B1EF7" w14:textId="77777777" w:rsidR="001F7DA0" w:rsidRDefault="001F7DA0" w:rsidP="0022616E">
      <w:r>
        <w:separator/>
      </w:r>
    </w:p>
  </w:endnote>
  <w:endnote w:type="continuationSeparator" w:id="0">
    <w:p w14:paraId="56176B8A" w14:textId="77777777" w:rsidR="001F7DA0" w:rsidRDefault="001F7DA0" w:rsidP="00226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D26C0" w14:textId="77777777" w:rsidR="001F7DA0" w:rsidRDefault="001F7DA0" w:rsidP="0022616E">
      <w:r>
        <w:separator/>
      </w:r>
    </w:p>
  </w:footnote>
  <w:footnote w:type="continuationSeparator" w:id="0">
    <w:p w14:paraId="7FDAB26F" w14:textId="77777777" w:rsidR="001F7DA0" w:rsidRDefault="001F7DA0" w:rsidP="00226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04274"/>
    <w:multiLevelType w:val="hybridMultilevel"/>
    <w:tmpl w:val="A7807F58"/>
    <w:lvl w:ilvl="0" w:tplc="4D10BC1A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84628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C3E"/>
    <w:rsid w:val="000B21A3"/>
    <w:rsid w:val="000C0683"/>
    <w:rsid w:val="00103388"/>
    <w:rsid w:val="00114476"/>
    <w:rsid w:val="001240F8"/>
    <w:rsid w:val="00171C35"/>
    <w:rsid w:val="001D6E52"/>
    <w:rsid w:val="001F7DA0"/>
    <w:rsid w:val="0022616E"/>
    <w:rsid w:val="00244352"/>
    <w:rsid w:val="00272F20"/>
    <w:rsid w:val="00300376"/>
    <w:rsid w:val="0035667D"/>
    <w:rsid w:val="004231F9"/>
    <w:rsid w:val="004C71F7"/>
    <w:rsid w:val="005577E6"/>
    <w:rsid w:val="00633995"/>
    <w:rsid w:val="00784A9B"/>
    <w:rsid w:val="00790221"/>
    <w:rsid w:val="007B0A92"/>
    <w:rsid w:val="007C5944"/>
    <w:rsid w:val="00814E43"/>
    <w:rsid w:val="008502F4"/>
    <w:rsid w:val="00866AED"/>
    <w:rsid w:val="00874DDA"/>
    <w:rsid w:val="009901D2"/>
    <w:rsid w:val="00A04EA5"/>
    <w:rsid w:val="00A35F8E"/>
    <w:rsid w:val="00A9489C"/>
    <w:rsid w:val="00B32C3E"/>
    <w:rsid w:val="00B34472"/>
    <w:rsid w:val="00B807A1"/>
    <w:rsid w:val="00ED0154"/>
    <w:rsid w:val="00F812A2"/>
    <w:rsid w:val="00FA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24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E43"/>
    <w:pPr>
      <w:ind w:left="840"/>
    </w:pPr>
  </w:style>
  <w:style w:type="paragraph" w:styleId="a4">
    <w:name w:val="header"/>
    <w:basedOn w:val="a"/>
    <w:link w:val="a5"/>
    <w:uiPriority w:val="99"/>
    <w:unhideWhenUsed/>
    <w:rsid w:val="002261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616E"/>
  </w:style>
  <w:style w:type="paragraph" w:styleId="a6">
    <w:name w:val="footer"/>
    <w:basedOn w:val="a"/>
    <w:link w:val="a7"/>
    <w:uiPriority w:val="99"/>
    <w:unhideWhenUsed/>
    <w:rsid w:val="002261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616E"/>
  </w:style>
  <w:style w:type="paragraph" w:styleId="a8">
    <w:name w:val="Balloon Text"/>
    <w:basedOn w:val="a"/>
    <w:link w:val="a9"/>
    <w:uiPriority w:val="99"/>
    <w:semiHidden/>
    <w:unhideWhenUsed/>
    <w:rsid w:val="000B2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21A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B32C3E"/>
  </w:style>
  <w:style w:type="character" w:customStyle="1" w:styleId="ab">
    <w:name w:val="日付 (文字)"/>
    <w:basedOn w:val="a0"/>
    <w:link w:val="aa"/>
    <w:uiPriority w:val="99"/>
    <w:semiHidden/>
    <w:rsid w:val="00B3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kashi\AppData\Roaming\Microsoft\Templates\&#12398;&#12375;&#32025;&#12288;&#12362;&#27507;&#26286;&#12539;&#24180;&#36032;&#29366;%20&#65288;&#12513;&#12483;&#12475;&#12540;&#12472;&#20184;&#65289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4B453CD-E673-46BF-9925-28AD86BB0A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のし紙　お歳暮・年賀状 （メッセージ付）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のし紙　お歳暮・年賀状 （メッセージ付）</vt:lpstr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のし紙　お歳暮・年賀状 （メッセージ付）</dc:title>
  <dc:creator/>
  <cp:keywords/>
  <cp:lastModifiedBy/>
  <cp:revision>1</cp:revision>
  <dcterms:created xsi:type="dcterms:W3CDTF">2022-10-15T13:40:00Z</dcterms:created>
  <dcterms:modified xsi:type="dcterms:W3CDTF">2022-10-15T13:40:00Z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TC041270219991</vt:lpwstr>
  </property>
</Properties>
</file>