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C0730" w14:textId="44E4E558" w:rsidR="00741306" w:rsidRPr="00F25DB1" w:rsidRDefault="00611B1B">
      <w:pPr>
        <w:rPr>
          <w:sz w:val="32"/>
          <w:szCs w:val="32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94103D" wp14:editId="0F1A1AE4">
                <wp:simplePos x="0" y="0"/>
                <wp:positionH relativeFrom="column">
                  <wp:posOffset>8890</wp:posOffset>
                </wp:positionH>
                <wp:positionV relativeFrom="paragraph">
                  <wp:posOffset>91440</wp:posOffset>
                </wp:positionV>
                <wp:extent cx="720090" cy="41275"/>
                <wp:effectExtent l="0" t="0" r="22860" b="15875"/>
                <wp:wrapNone/>
                <wp:docPr id="1292418485" name="正方形/長方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0090" cy="412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87105" tIns="43552" rIns="87105" bIns="43552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5A9D55" id="正方形/長方形 22" o:spid="_x0000_s1026" style="position:absolute;left:0;text-align:left;margin-left:.7pt;margin-top:7.2pt;width:56.7pt;height: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" fillcolor="windowText" strokecolor="windowText" strokeweight="1pt">
                <v:path arrowok="t"/>
                <v:textbox inset="2.41958mm,1.2098mm,2.41958mm,1.2098mm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74650A4" wp14:editId="77865FA9">
                <wp:simplePos x="0" y="0"/>
                <wp:positionH relativeFrom="column">
                  <wp:posOffset>8890</wp:posOffset>
                </wp:positionH>
                <wp:positionV relativeFrom="paragraph">
                  <wp:posOffset>190500</wp:posOffset>
                </wp:positionV>
                <wp:extent cx="720090" cy="41275"/>
                <wp:effectExtent l="0" t="0" r="22860" b="15875"/>
                <wp:wrapNone/>
                <wp:docPr id="39780102" name="正方形/長方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0090" cy="412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87105" tIns="43552" rIns="87105" bIns="43552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081089" id="正方形/長方形 23" o:spid="_x0000_s1026" style="position:absolute;left:0;text-align:left;margin-left:.7pt;margin-top:15pt;width:56.7pt;height:3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" fillcolor="windowText" strokecolor="windowText" strokeweight="1pt">
                <v:path arrowok="t"/>
                <v:textbox inset="2.41958mm,1.2098mm,2.41958mm,1.2098mm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74BABE" wp14:editId="7910D77E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720090" cy="41275"/>
                <wp:effectExtent l="0" t="0" r="22860" b="15875"/>
                <wp:wrapNone/>
                <wp:docPr id="860853090" name="正方形/長方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0090" cy="412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87105" tIns="43552" rIns="87105" bIns="43552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4095EB" id="正方形/長方形 24" o:spid="_x0000_s1026" style="position:absolute;left:0;text-align:left;margin-left:.7pt;margin-top:0;width:56.7pt;height:3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" fillcolor="windowText" strokecolor="windowText" strokeweight="1pt">
                <v:path arrowok="t"/>
                <v:textbox inset="2.41958mm,1.2098mm,2.41958mm,1.2098mm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3F3AF6" wp14:editId="32D4219C">
                <wp:simplePos x="0" y="0"/>
                <wp:positionH relativeFrom="column">
                  <wp:posOffset>-173990</wp:posOffset>
                </wp:positionH>
                <wp:positionV relativeFrom="paragraph">
                  <wp:posOffset>304800</wp:posOffset>
                </wp:positionV>
                <wp:extent cx="1099185" cy="215265"/>
                <wp:effectExtent l="0" t="0" r="0" b="0"/>
                <wp:wrapNone/>
                <wp:docPr id="712439548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185" cy="21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FFFDAA" w14:textId="60A10952" w:rsidR="00F25DB1" w:rsidRPr="00D36933" w:rsidRDefault="00F25DB1" w:rsidP="00F25DB1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料金</w:t>
                            </w:r>
                            <w:r w:rsidR="00611B1B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受取</w:t>
                            </w:r>
                            <w:proofErr w:type="gramStart"/>
                            <w:r w:rsidR="00611B1B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人払</w:t>
                            </w:r>
                            <w:proofErr w:type="gramEnd"/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郵便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3F3A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9" o:spid="_x0000_s1026" type="#_x0000_t202" style="position:absolute;left:0;text-align:left;margin-left:-13.7pt;margin-top:24pt;width:86.55pt;height:16.9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" filled="f" stroked="f">
                <v:textbox style="mso-fit-shape-to-text:t">
                  <w:txbxContent>
                    <w:p w14:paraId="37FFFDAA" w14:textId="60A10952" w:rsidR="00F25DB1" w:rsidRPr="00D36933" w:rsidRDefault="00F25DB1" w:rsidP="00F25DB1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5"/>
                          <w:szCs w:val="15"/>
                        </w:rPr>
                      </w:pPr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料金</w:t>
                      </w:r>
                      <w:r w:rsidR="00611B1B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受取</w:t>
                      </w:r>
                      <w:proofErr w:type="gramStart"/>
                      <w:r w:rsidR="00611B1B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人払</w:t>
                      </w:r>
                      <w:proofErr w:type="gramEnd"/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郵便</w:t>
                      </w:r>
                    </w:p>
                  </w:txbxContent>
                </v:textbox>
              </v:shape>
            </w:pict>
          </mc:Fallback>
        </mc:AlternateContent>
      </w:r>
      <w:r w:rsidR="00E2468C" w:rsidRPr="00E2468C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16DD8660" wp14:editId="3BDD41AC">
                <wp:simplePos x="0" y="0"/>
                <wp:positionH relativeFrom="column">
                  <wp:posOffset>1169035</wp:posOffset>
                </wp:positionH>
                <wp:positionV relativeFrom="page">
                  <wp:posOffset>88900</wp:posOffset>
                </wp:positionV>
                <wp:extent cx="895350" cy="2730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798A5" w14:textId="44ED6681" w:rsidR="00E2468C" w:rsidRDefault="00E2468C">
                            <w:r>
                              <w:rPr>
                                <w:rFonts w:hint="eastAsia"/>
                              </w:rPr>
                              <w:t>郵便はがき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DD8660" id="テキスト ボックス 2" o:spid="_x0000_s1027" type="#_x0000_t202" style="position:absolute;left:0;text-align:left;margin-left:92.05pt;margin-top:7pt;width:70.5pt;height:21.5pt;z-index:251654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" stroked="f">
                <v:textbox style="mso-fit-shape-to-text:t">
                  <w:txbxContent>
                    <w:p w14:paraId="2BD798A5" w14:textId="44ED6681" w:rsidR="00E2468C" w:rsidRDefault="00E2468C">
                      <w:r>
                        <w:rPr>
                          <w:rFonts w:hint="eastAsia"/>
                        </w:rPr>
                        <w:t>郵便はがき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41306" w:rsidRPr="007D278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1C4219E" wp14:editId="7B2BFCE7">
                <wp:simplePos x="0" y="0"/>
                <wp:positionH relativeFrom="page">
                  <wp:align>right</wp:align>
                </wp:positionH>
                <wp:positionV relativeFrom="paragraph">
                  <wp:posOffset>-9919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1A23D8" w14:paraId="68373038" w14:textId="77777777" w:rsidTr="001A23D8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14:paraId="77EC47DE" w14:textId="77777777" w:rsidR="001A23D8" w:rsidRDefault="001A23D8">
                                  <w:pPr>
                                    <w:pStyle w:val="RA"/>
                                    <w:ind w:left="-10"/>
                                  </w:pPr>
                                  <w:bookmarkStart w:id="0" w:name="rcvZipA" w:colFirst="0" w:colLast="0"/>
                                  <w:bookmarkStart w:id="1" w:name="rcvZipB" w:colFirst="1" w:colLast="1"/>
                                  <w:r>
                                    <w:rPr>
                                      <w:rFonts w:hint="eastAsia"/>
                                    </w:rPr>
                                    <w:t>596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3E8DFD32" w14:textId="77777777" w:rsidR="001A23D8" w:rsidRDefault="001A23D8">
                                  <w:pPr>
                                    <w:pStyle w:val="RB"/>
                                    <w:ind w:right="-168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>8790</w:t>
                                  </w:r>
                                </w:p>
                              </w:tc>
                            </w:tr>
                            <w:bookmarkEnd w:id="0"/>
                            <w:bookmarkEnd w:id="1"/>
                          </w:tbl>
                          <w:p w14:paraId="2841B202" w14:textId="77777777" w:rsidR="001A23D8" w:rsidRDefault="001A23D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4219E" id="テキスト ボックス 40" o:spid="_x0000_s1028" type="#_x0000_t202" style="position:absolute;left:0;text-align:left;margin-left:99.45pt;margin-top:-.8pt;width:150.65pt;height:36.95pt;z-index:2516526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1A23D8" w14:paraId="68373038" w14:textId="77777777" w:rsidTr="001A23D8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14:paraId="77EC47DE" w14:textId="77777777" w:rsidR="001A23D8" w:rsidRDefault="001A23D8">
                            <w:pPr>
                              <w:pStyle w:val="RA"/>
                              <w:ind w:left="-10"/>
                            </w:pPr>
                            <w:bookmarkStart w:id="2" w:name="rcvZipA" w:colFirst="0" w:colLast="0"/>
                            <w:bookmarkStart w:id="3" w:name="rcvZipB" w:colFirst="1" w:colLast="1"/>
                            <w:r>
                              <w:rPr>
                                <w:rFonts w:hint="eastAsia"/>
                              </w:rPr>
                              <w:t>596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3E8DFD32" w14:textId="77777777" w:rsidR="001A23D8" w:rsidRDefault="001A23D8">
                            <w:pPr>
                              <w:pStyle w:val="RB"/>
                              <w:ind w:right="-168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8790</w:t>
                            </w:r>
                          </w:p>
                        </w:tc>
                      </w:tr>
                      <w:bookmarkEnd w:id="2"/>
                      <w:bookmarkEnd w:id="3"/>
                    </w:tbl>
                    <w:p w14:paraId="2841B202" w14:textId="77777777" w:rsidR="001A23D8" w:rsidRDefault="001A23D8"/>
                  </w:txbxContent>
                </v:textbox>
                <w10:wrap anchorx="page"/>
              </v:shape>
            </w:pict>
          </mc:Fallback>
        </mc:AlternateContent>
      </w:r>
    </w:p>
    <w:p w14:paraId="716C966C" w14:textId="00947E86" w:rsidR="00741306" w:rsidRPr="00F25DB1" w:rsidRDefault="00741306" w:rsidP="000D6457">
      <w:pPr>
        <w:rPr>
          <w:sz w:val="28"/>
          <w:szCs w:val="28"/>
        </w:rPr>
      </w:pPr>
    </w:p>
    <w:p w14:paraId="6DD3B334" w14:textId="44AFA8CB" w:rsidR="00741306" w:rsidRDefault="007233CC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F3397FB" wp14:editId="5F4197FD">
                <wp:simplePos x="0" y="0"/>
                <wp:positionH relativeFrom="margin">
                  <wp:posOffset>48260</wp:posOffset>
                </wp:positionH>
                <wp:positionV relativeFrom="paragraph">
                  <wp:posOffset>17780</wp:posOffset>
                </wp:positionV>
                <wp:extent cx="666115" cy="810260"/>
                <wp:effectExtent l="0" t="0" r="19685" b="27940"/>
                <wp:wrapNone/>
                <wp:docPr id="925725363" name="グループ化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115" cy="810260"/>
                          <a:chOff x="892" y="2977"/>
                          <a:chExt cx="1049" cy="1276"/>
                        </a:xfrm>
                      </wpg:grpSpPr>
                      <wps:wsp>
                        <wps:cNvPr id="287892596" name="正方形/長方形 2"/>
                        <wps:cNvSpPr>
                          <a:spLocks noChangeArrowheads="1"/>
                        </wps:cNvSpPr>
                        <wps:spPr bwMode="auto">
                          <a:xfrm>
                            <a:off x="892" y="2977"/>
                            <a:ext cx="1049" cy="1276"/>
                          </a:xfrm>
                          <a:prstGeom prst="rect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87105" tIns="43552" rIns="87105" bIns="43552" anchor="ctr" anchorCtr="0" upright="1">
                          <a:noAutofit/>
                        </wps:bodyPr>
                      </wps:wsp>
                      <wps:wsp>
                        <wps:cNvPr id="810355009" name="正方形/長方形 3"/>
                        <wps:cNvSpPr>
                          <a:spLocks noChangeArrowheads="1"/>
                        </wps:cNvSpPr>
                        <wps:spPr bwMode="auto">
                          <a:xfrm>
                            <a:off x="958" y="3033"/>
                            <a:ext cx="913" cy="1163"/>
                          </a:xfrm>
                          <a:prstGeom prst="rect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87105" tIns="43552" rIns="87105" bIns="43552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6B7504" id="グループ化 32" o:spid="_x0000_s1026" style="position:absolute;left:0;text-align:left;margin-left:3.8pt;margin-top:1.4pt;width:52.45pt;height:63.8pt;z-index:251680768;mso-position-horizontal-relative:margin" coordorigin="892,2977" coordsize="1049,1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">
                <v:rect id="正方形/長方形 2" o:spid="_x0000_s1027" style="position:absolute;left:892;top:2977;width:1049;height:1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" filled="f" strokeweight="1.5pt">
                  <v:textbox inset="2.41958mm,1.2098mm,2.41958mm,1.2098mm"/>
                </v:rect>
                <v:rect id="正方形/長方形 3" o:spid="_x0000_s1028" style="position:absolute;left:958;top:3033;width:913;height:1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" filled="f" strokeweight="1.5pt">
                  <v:textbox inset="2.41958mm,1.2098mm,2.41958mm,1.2098mm"/>
                </v:rect>
                <w10:wrap anchorx="margin"/>
              </v:group>
            </w:pict>
          </mc:Fallback>
        </mc:AlternateContent>
      </w:r>
      <w:r w:rsidR="00611B1B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70B652" wp14:editId="21EB427F">
                <wp:simplePos x="0" y="0"/>
                <wp:positionH relativeFrom="column">
                  <wp:posOffset>-9525</wp:posOffset>
                </wp:positionH>
                <wp:positionV relativeFrom="paragraph">
                  <wp:posOffset>50165</wp:posOffset>
                </wp:positionV>
                <wp:extent cx="772160" cy="338455"/>
                <wp:effectExtent l="0" t="0" r="0" b="4445"/>
                <wp:wrapNone/>
                <wp:docPr id="115391983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16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14F8C" w14:textId="202373EF" w:rsidR="00F25DB1" w:rsidRPr="00D36933" w:rsidRDefault="00611B1B" w:rsidP="00F25DB1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岸和田</w:t>
                            </w:r>
                            <w:r w:rsidR="00F25DB1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局</w:t>
                            </w:r>
                          </w:p>
                          <w:p w14:paraId="6275A13F" w14:textId="77777777" w:rsidR="00F25DB1" w:rsidRPr="00D36933" w:rsidRDefault="00F25DB1" w:rsidP="00F25DB1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承認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0B652" id="テキスト ボックス 27" o:spid="_x0000_s1029" type="#_x0000_t202" style="position:absolute;left:0;text-align:left;margin-left:-.75pt;margin-top:3.95pt;width:60.8pt;height:26.6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" filled="f" stroked="f">
                <v:textbox style="mso-fit-shape-to-text:t">
                  <w:txbxContent>
                    <w:p w14:paraId="57A14F8C" w14:textId="202373EF" w:rsidR="00F25DB1" w:rsidRPr="00D36933" w:rsidRDefault="00611B1B" w:rsidP="00F25DB1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5"/>
                          <w:szCs w:val="15"/>
                        </w:rPr>
                      </w:pPr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岸和田</w:t>
                      </w:r>
                      <w:r w:rsidR="00F25DB1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局</w:t>
                      </w:r>
                    </w:p>
                    <w:p w14:paraId="6275A13F" w14:textId="77777777" w:rsidR="00F25DB1" w:rsidRPr="00D36933" w:rsidRDefault="00F25DB1" w:rsidP="00F25DB1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5"/>
                          <w:szCs w:val="15"/>
                        </w:rPr>
                      </w:pPr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承認</w:t>
                      </w:r>
                    </w:p>
                  </w:txbxContent>
                </v:textbox>
              </v:shape>
            </w:pict>
          </mc:Fallback>
        </mc:AlternateContent>
      </w:r>
    </w:p>
    <w:p w14:paraId="6D8EC966" w14:textId="601FEBFD" w:rsidR="00741306" w:rsidRDefault="00611B1B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A1A2894" wp14:editId="47091955">
                <wp:simplePos x="0" y="0"/>
                <wp:positionH relativeFrom="column">
                  <wp:posOffset>133985</wp:posOffset>
                </wp:positionH>
                <wp:positionV relativeFrom="paragraph">
                  <wp:posOffset>208915</wp:posOffset>
                </wp:positionV>
                <wp:extent cx="615315" cy="371475"/>
                <wp:effectExtent l="0" t="0" r="0" b="9525"/>
                <wp:wrapNone/>
                <wp:docPr id="1039724974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06B4E" w14:textId="1958A723" w:rsidR="00F25DB1" w:rsidRPr="00D36933" w:rsidRDefault="00855B5C" w:rsidP="00611B1B">
                            <w:pPr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34"/>
                                <w:szCs w:val="34"/>
                              </w:rPr>
                              <w:t>529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1A2894" id="テキスト ボックス 26" o:spid="_x0000_s1030" type="#_x0000_t202" style="position:absolute;left:0;text-align:left;margin-left:10.55pt;margin-top:16.45pt;width:48.45pt;height:29.25pt;z-index:251660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" filled="f" stroked="f">
                <v:textbox style="mso-fit-shape-to-text:t">
                  <w:txbxContent>
                    <w:p w14:paraId="16806B4E" w14:textId="1958A723" w:rsidR="00F25DB1" w:rsidRPr="00D36933" w:rsidRDefault="00855B5C" w:rsidP="00611B1B">
                      <w:pPr>
                        <w:jc w:val="center"/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34"/>
                          <w:szCs w:val="34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34"/>
                          <w:szCs w:val="34"/>
                        </w:rPr>
                        <w:t>529</w:t>
                      </w:r>
                    </w:p>
                  </w:txbxContent>
                </v:textbox>
              </v:shape>
            </w:pict>
          </mc:Fallback>
        </mc:AlternateContent>
      </w:r>
    </w:p>
    <w:p w14:paraId="19D14378" w14:textId="55A63BA7" w:rsidR="00741306" w:rsidRDefault="00741306">
      <w:pPr>
        <w:rPr>
          <w:sz w:val="26"/>
          <w:szCs w:val="26"/>
        </w:rPr>
      </w:pPr>
    </w:p>
    <w:p w14:paraId="0C161E5A" w14:textId="560F2BAD" w:rsidR="00741306" w:rsidRDefault="00611B1B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837E5CA" wp14:editId="4FD44472">
                <wp:simplePos x="0" y="0"/>
                <wp:positionH relativeFrom="column">
                  <wp:posOffset>-47625</wp:posOffset>
                </wp:positionH>
                <wp:positionV relativeFrom="paragraph">
                  <wp:posOffset>158750</wp:posOffset>
                </wp:positionV>
                <wp:extent cx="931545" cy="465455"/>
                <wp:effectExtent l="0" t="0" r="0" b="0"/>
                <wp:wrapNone/>
                <wp:docPr id="1110618582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46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7E399" w14:textId="77777777" w:rsidR="00F25DB1" w:rsidRPr="00D36933" w:rsidRDefault="00F25DB1" w:rsidP="00F25DB1">
                            <w:pPr>
                              <w:spacing w:line="200" w:lineRule="exac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差出有効期間</w:t>
                            </w:r>
                          </w:p>
                          <w:p w14:paraId="0AA34C23" w14:textId="337FD23B" w:rsidR="00F25DB1" w:rsidRPr="00D36933" w:rsidRDefault="00611B1B" w:rsidP="00F25DB1">
                            <w:pPr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202</w:t>
                            </w:r>
                            <w:r w:rsidR="00B57829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4</w:t>
                            </w:r>
                            <w:r w:rsidR="00F25DB1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年</w:t>
                            </w:r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1</w:t>
                            </w:r>
                            <w:r w:rsidR="00B57829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2</w:t>
                            </w:r>
                            <w:r w:rsidR="00F25DB1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月</w:t>
                            </w:r>
                          </w:p>
                          <w:p w14:paraId="35AC8F3E" w14:textId="2A9758C3" w:rsidR="00F25DB1" w:rsidRPr="00D36933" w:rsidRDefault="00B57829" w:rsidP="00F25DB1">
                            <w:pPr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31</w:t>
                            </w:r>
                            <w:r w:rsidR="00F25DB1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日まで</w:t>
                            </w:r>
                            <w:r w:rsidR="00F4560F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有効</w:t>
                            </w:r>
                          </w:p>
                          <w:p w14:paraId="26FCF7E3" w14:textId="68AEC92A" w:rsidR="00611B1B" w:rsidRPr="00D36933" w:rsidRDefault="00611B1B" w:rsidP="00F25DB1">
                            <w:pPr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（切手不要）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7E5CA" id="テキスト ボックス 28" o:spid="_x0000_s1031" type="#_x0000_t202" style="position:absolute;left:0;text-align:left;margin-left:-3.75pt;margin-top:12.5pt;width:73.35pt;height:36.6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" filled="f" stroked="f">
                <v:textbox style="mso-fit-shape-to-text:t">
                  <w:txbxContent>
                    <w:p w14:paraId="55B7E399" w14:textId="77777777" w:rsidR="00F25DB1" w:rsidRPr="00D36933" w:rsidRDefault="00F25DB1" w:rsidP="00F25DB1">
                      <w:pPr>
                        <w:spacing w:line="200" w:lineRule="exact"/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8"/>
                          <w:szCs w:val="18"/>
                        </w:rPr>
                        <w:t>差出有効期間</w:t>
                      </w:r>
                    </w:p>
                    <w:p w14:paraId="0AA34C23" w14:textId="337FD23B" w:rsidR="00F25DB1" w:rsidRPr="00D36933" w:rsidRDefault="00611B1B" w:rsidP="00F25DB1">
                      <w:pPr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D36933"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6"/>
                          <w:szCs w:val="16"/>
                        </w:rPr>
                        <w:t>202</w:t>
                      </w:r>
                      <w:r w:rsidR="00B57829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4</w:t>
                      </w:r>
                      <w:r w:rsidR="00F25DB1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年</w:t>
                      </w:r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1</w:t>
                      </w:r>
                      <w:r w:rsidR="00B57829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2</w:t>
                      </w:r>
                      <w:r w:rsidR="00F25DB1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月</w:t>
                      </w:r>
                    </w:p>
                    <w:p w14:paraId="35AC8F3E" w14:textId="2A9758C3" w:rsidR="00F25DB1" w:rsidRPr="00D36933" w:rsidRDefault="00B57829" w:rsidP="00F25DB1">
                      <w:pPr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31</w:t>
                      </w:r>
                      <w:r w:rsidR="00F25DB1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日まで</w:t>
                      </w:r>
                      <w:r w:rsidR="00F4560F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有効</w:t>
                      </w:r>
                    </w:p>
                    <w:p w14:paraId="26FCF7E3" w14:textId="68AEC92A" w:rsidR="00611B1B" w:rsidRPr="00D36933" w:rsidRDefault="00611B1B" w:rsidP="00F25DB1">
                      <w:pPr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（切手不要）</w:t>
                      </w:r>
                    </w:p>
                  </w:txbxContent>
                </v:textbox>
              </v:shape>
            </w:pict>
          </mc:Fallback>
        </mc:AlternateContent>
      </w:r>
    </w:p>
    <w:p w14:paraId="4797084F" w14:textId="34C4E67A" w:rsidR="00741306" w:rsidRDefault="00741306">
      <w:pPr>
        <w:rPr>
          <w:sz w:val="26"/>
          <w:szCs w:val="26"/>
        </w:rPr>
      </w:pPr>
    </w:p>
    <w:p w14:paraId="08269F96" w14:textId="261E2DB4" w:rsidR="00741306" w:rsidRDefault="00741306">
      <w:pPr>
        <w:rPr>
          <w:sz w:val="26"/>
          <w:szCs w:val="26"/>
        </w:rPr>
      </w:pPr>
    </w:p>
    <w:p w14:paraId="4CC4EBA6" w14:textId="29897A13" w:rsidR="00741306" w:rsidRDefault="00741306">
      <w:pPr>
        <w:rPr>
          <w:sz w:val="26"/>
          <w:szCs w:val="26"/>
        </w:rPr>
      </w:pPr>
    </w:p>
    <w:p w14:paraId="0E7515F9" w14:textId="631A6835" w:rsidR="00741306" w:rsidRDefault="00741306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592FA3" wp14:editId="61921284">
                <wp:simplePos x="0" y="0"/>
                <wp:positionH relativeFrom="column">
                  <wp:posOffset>16510</wp:posOffset>
                </wp:positionH>
                <wp:positionV relativeFrom="paragraph">
                  <wp:posOffset>89272</wp:posOffset>
                </wp:positionV>
                <wp:extent cx="3037489" cy="998483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489" cy="9984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D90656" w14:textId="4D7AC5CB" w:rsidR="001A23D8" w:rsidRPr="001A23D8" w:rsidRDefault="001A23D8">
                            <w:pPr>
                              <w:rPr>
                                <w:sz w:val="24"/>
                                <w:lang w:eastAsia="zh-TW"/>
                              </w:rPr>
                            </w:pPr>
                            <w:r w:rsidRPr="001A23D8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>岸和田</w:t>
                            </w:r>
                            <w:r w:rsidRPr="001A23D8">
                              <w:rPr>
                                <w:sz w:val="24"/>
                                <w:lang w:eastAsia="zh-TW"/>
                              </w:rPr>
                              <w:t>市別所町</w:t>
                            </w:r>
                            <w:r w:rsidR="002E1CD8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>３－１３－２６</w:t>
                            </w:r>
                          </w:p>
                          <w:p w14:paraId="78D4D19A" w14:textId="154D0F05" w:rsidR="001A23D8" w:rsidRPr="001A23D8" w:rsidRDefault="001A23D8">
                            <w:pPr>
                              <w:rPr>
                                <w:sz w:val="24"/>
                                <w:lang w:eastAsia="zh-TW"/>
                              </w:rPr>
                            </w:pPr>
                            <w:r w:rsidRPr="001A23D8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 xml:space="preserve">　　　　　</w:t>
                            </w:r>
                            <w:r w:rsidR="00D53E48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 xml:space="preserve">　　岸和田</w:t>
                            </w:r>
                            <w:r w:rsidR="002600B0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>商工会議所</w:t>
                            </w:r>
                            <w:r w:rsidR="00D53E48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>３Ｆ</w:t>
                            </w:r>
                          </w:p>
                          <w:p w14:paraId="177A0246" w14:textId="77777777" w:rsidR="001A23D8" w:rsidRPr="001A23D8" w:rsidRDefault="001A23D8">
                            <w:pPr>
                              <w:rPr>
                                <w:sz w:val="24"/>
                                <w:lang w:eastAsia="zh-TW"/>
                              </w:rPr>
                            </w:pPr>
                            <w:r w:rsidRPr="001A23D8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>公益</w:t>
                            </w:r>
                            <w:r w:rsidRPr="001A23D8">
                              <w:rPr>
                                <w:sz w:val="24"/>
                                <w:lang w:eastAsia="zh-TW"/>
                              </w:rPr>
                              <w:t>社団法人</w:t>
                            </w:r>
                          </w:p>
                          <w:p w14:paraId="3EB5FEB0" w14:textId="77777777" w:rsidR="001A23D8" w:rsidRPr="001A23D8" w:rsidRDefault="001A23D8">
                            <w:pPr>
                              <w:rPr>
                                <w:sz w:val="36"/>
                                <w:szCs w:val="36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lang w:eastAsia="zh-TW"/>
                              </w:rPr>
                              <w:t xml:space="preserve">　</w:t>
                            </w:r>
                            <w:r w:rsidRPr="001A23D8">
                              <w:rPr>
                                <w:sz w:val="36"/>
                                <w:szCs w:val="36"/>
                                <w:lang w:eastAsia="zh-TW"/>
                              </w:rPr>
                              <w:t>岸和田青年会議所　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92FA3" id="テキスト ボックス 3" o:spid="_x0000_s1032" type="#_x0000_t202" style="position:absolute;left:0;text-align:left;margin-left:1.3pt;margin-top:7.05pt;width:239.15pt;height:78.6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" fillcolor="white [3201]" stroked="f" strokeweight=".5pt">
                <v:textbox>
                  <w:txbxContent>
                    <w:p w14:paraId="38D90656" w14:textId="4D7AC5CB" w:rsidR="001A23D8" w:rsidRPr="001A23D8" w:rsidRDefault="001A23D8">
                      <w:pPr>
                        <w:rPr>
                          <w:sz w:val="24"/>
                          <w:lang w:eastAsia="zh-TW"/>
                        </w:rPr>
                      </w:pPr>
                      <w:r w:rsidRPr="001A23D8">
                        <w:rPr>
                          <w:rFonts w:hint="eastAsia"/>
                          <w:sz w:val="24"/>
                          <w:lang w:eastAsia="zh-TW"/>
                        </w:rPr>
                        <w:t>岸和田</w:t>
                      </w:r>
                      <w:r w:rsidRPr="001A23D8">
                        <w:rPr>
                          <w:sz w:val="24"/>
                          <w:lang w:eastAsia="zh-TW"/>
                        </w:rPr>
                        <w:t>市別所町</w:t>
                      </w:r>
                      <w:r w:rsidR="002E1CD8">
                        <w:rPr>
                          <w:rFonts w:hint="eastAsia"/>
                          <w:sz w:val="24"/>
                          <w:lang w:eastAsia="zh-TW"/>
                        </w:rPr>
                        <w:t>３－１３－２６</w:t>
                      </w:r>
                    </w:p>
                    <w:p w14:paraId="78D4D19A" w14:textId="154D0F05" w:rsidR="001A23D8" w:rsidRPr="001A23D8" w:rsidRDefault="001A23D8">
                      <w:pPr>
                        <w:rPr>
                          <w:sz w:val="24"/>
                          <w:lang w:eastAsia="zh-TW"/>
                        </w:rPr>
                      </w:pPr>
                      <w:r w:rsidRPr="001A23D8">
                        <w:rPr>
                          <w:rFonts w:hint="eastAsia"/>
                          <w:sz w:val="24"/>
                          <w:lang w:eastAsia="zh-TW"/>
                        </w:rPr>
                        <w:t xml:space="preserve">　</w:t>
                      </w:r>
                      <w:r>
                        <w:rPr>
                          <w:sz w:val="24"/>
                          <w:lang w:eastAsia="zh-TW"/>
                        </w:rPr>
                        <w:t xml:space="preserve">　　　　　</w:t>
                      </w:r>
                      <w:r w:rsidR="00D53E48">
                        <w:rPr>
                          <w:rFonts w:hint="eastAsia"/>
                          <w:sz w:val="24"/>
                          <w:lang w:eastAsia="zh-TW"/>
                        </w:rPr>
                        <w:t xml:space="preserve">　　岸和田</w:t>
                      </w:r>
                      <w:r w:rsidR="002600B0">
                        <w:rPr>
                          <w:rFonts w:hint="eastAsia"/>
                          <w:sz w:val="24"/>
                          <w:lang w:eastAsia="zh-TW"/>
                        </w:rPr>
                        <w:t>商工会議所</w:t>
                      </w:r>
                      <w:r w:rsidR="00D53E48">
                        <w:rPr>
                          <w:rFonts w:hint="eastAsia"/>
                          <w:sz w:val="24"/>
                          <w:lang w:eastAsia="zh-TW"/>
                        </w:rPr>
                        <w:t>３Ｆ</w:t>
                      </w:r>
                    </w:p>
                    <w:p w14:paraId="177A0246" w14:textId="77777777" w:rsidR="001A23D8" w:rsidRPr="001A23D8" w:rsidRDefault="001A23D8">
                      <w:pPr>
                        <w:rPr>
                          <w:sz w:val="24"/>
                          <w:lang w:eastAsia="zh-TW"/>
                        </w:rPr>
                      </w:pPr>
                      <w:r w:rsidRPr="001A23D8">
                        <w:rPr>
                          <w:rFonts w:hint="eastAsia"/>
                          <w:sz w:val="24"/>
                          <w:lang w:eastAsia="zh-TW"/>
                        </w:rPr>
                        <w:t>公益</w:t>
                      </w:r>
                      <w:r w:rsidRPr="001A23D8">
                        <w:rPr>
                          <w:sz w:val="24"/>
                          <w:lang w:eastAsia="zh-TW"/>
                        </w:rPr>
                        <w:t>社団法人</w:t>
                      </w:r>
                    </w:p>
                    <w:p w14:paraId="3EB5FEB0" w14:textId="77777777" w:rsidR="001A23D8" w:rsidRPr="001A23D8" w:rsidRDefault="001A23D8">
                      <w:pPr>
                        <w:rPr>
                          <w:sz w:val="36"/>
                          <w:szCs w:val="36"/>
                          <w:lang w:eastAsia="zh-TW"/>
                        </w:rPr>
                      </w:pPr>
                      <w:r>
                        <w:rPr>
                          <w:rFonts w:hint="eastAsia"/>
                          <w:lang w:eastAsia="zh-TW"/>
                        </w:rPr>
                        <w:t xml:space="preserve">　</w:t>
                      </w:r>
                      <w:r w:rsidRPr="001A23D8">
                        <w:rPr>
                          <w:sz w:val="36"/>
                          <w:szCs w:val="36"/>
                          <w:lang w:eastAsia="zh-TW"/>
                        </w:rPr>
                        <w:t>岸和田青年会議所　行</w:t>
                      </w:r>
                    </w:p>
                  </w:txbxContent>
                </v:textbox>
              </v:shape>
            </w:pict>
          </mc:Fallback>
        </mc:AlternateContent>
      </w:r>
    </w:p>
    <w:p w14:paraId="3CD89C3E" w14:textId="465BBB51" w:rsidR="00741306" w:rsidRDefault="00741306">
      <w:pPr>
        <w:rPr>
          <w:sz w:val="26"/>
          <w:szCs w:val="26"/>
        </w:rPr>
      </w:pPr>
    </w:p>
    <w:p w14:paraId="5CEEC57F" w14:textId="3877AB99" w:rsidR="00741306" w:rsidRDefault="00741306">
      <w:pPr>
        <w:rPr>
          <w:sz w:val="26"/>
          <w:szCs w:val="26"/>
        </w:rPr>
      </w:pPr>
    </w:p>
    <w:p w14:paraId="4F1B8435" w14:textId="0E006794" w:rsidR="00741306" w:rsidRDefault="00741306">
      <w:pPr>
        <w:rPr>
          <w:sz w:val="26"/>
          <w:szCs w:val="26"/>
        </w:rPr>
      </w:pPr>
    </w:p>
    <w:p w14:paraId="6DABD4BF" w14:textId="32F25C0E" w:rsidR="00741306" w:rsidRDefault="00741306">
      <w:pPr>
        <w:rPr>
          <w:sz w:val="26"/>
          <w:szCs w:val="26"/>
        </w:rPr>
      </w:pPr>
    </w:p>
    <w:p w14:paraId="740D8803" w14:textId="77777777" w:rsidR="00741306" w:rsidRDefault="00741306" w:rsidP="00741306">
      <w:pPr>
        <w:ind w:firstLineChars="100" w:firstLine="210"/>
        <w:rPr>
          <w:rFonts w:asciiTheme="minorHAnsi" w:eastAsiaTheme="minorEastAsia" w:hAnsiTheme="minorHAnsi"/>
          <w:szCs w:val="22"/>
        </w:rPr>
      </w:pP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224C3543" wp14:editId="60A40A47">
            <wp:extent cx="115570" cy="115570"/>
            <wp:effectExtent l="0" t="0" r="0" b="0"/>
            <wp:docPr id="79" name="図 79" descr="http://www.post.japanpost.jp/fee/how_to_pay/uke_cyaku/barcode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4" descr="http://www.post.japanpost.jp/fee/how_to_pay/uke_cyaku/barcode/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102B35D0" wp14:editId="64BC353E">
            <wp:extent cx="115570" cy="115570"/>
            <wp:effectExtent l="0" t="0" r="0" b="0"/>
            <wp:docPr id="78" name="図 78" descr="http://www.post.japanpost.jp/fee/how_to_pay/uke_cyaku/barcode/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5" descr="http://www.post.japanpost.jp/fee/how_to_pay/uke_cyaku/barcode/5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23536CB5" wp14:editId="527E25C8">
            <wp:extent cx="115570" cy="115570"/>
            <wp:effectExtent l="0" t="0" r="0" b="0"/>
            <wp:docPr id="77" name="図 77" descr="http://www.post.japanpost.jp/fee/how_to_pay/uke_cyaku/barcode/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6" descr="http://www.post.japanpost.jp/fee/how_to_pay/uke_cyaku/barcode/9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4C7C552E" wp14:editId="58DC9249">
            <wp:extent cx="115570" cy="115570"/>
            <wp:effectExtent l="0" t="0" r="0" b="0"/>
            <wp:docPr id="76" name="図 76" descr="http://www.post.japanpost.jp/fee/how_to_pay/uke_cyaku/barcode/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7" descr="http://www.post.japanpost.jp/fee/how_to_pay/uke_cyaku/barcode/6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20E4ECCA" wp14:editId="095CB4F0">
            <wp:extent cx="115570" cy="115570"/>
            <wp:effectExtent l="0" t="0" r="0" b="0"/>
            <wp:docPr id="75" name="図 75" descr="http://www.post.japanpost.jp/fee/how_to_pay/uke_cyaku/barcode/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8" descr="http://www.post.japanpost.jp/fee/how_to_pay/uke_cyaku/barcode/8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44960D77" wp14:editId="4B8F6380">
            <wp:extent cx="115570" cy="115570"/>
            <wp:effectExtent l="0" t="0" r="0" b="0"/>
            <wp:docPr id="74" name="図 74" descr="http://www.post.japanpost.jp/fee/how_to_pay/uke_cyaku/barcode/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9" descr="http://www.post.japanpost.jp/fee/how_to_pay/uke_cyaku/barcode/7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56E8F419" wp14:editId="41E951AD">
            <wp:extent cx="115570" cy="115570"/>
            <wp:effectExtent l="0" t="0" r="0" b="0"/>
            <wp:docPr id="73" name="図 73" descr="http://www.post.japanpost.jp/fee/how_to_pay/uke_cyaku/barcode/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0" descr="http://www.post.japanpost.jp/fee/how_to_pay/uke_cyaku/barcode/9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2EEF3796" wp14:editId="2A3431E3">
            <wp:extent cx="115570" cy="115570"/>
            <wp:effectExtent l="0" t="0" r="0" b="0"/>
            <wp:docPr id="72" name="図 72" descr="http://www.post.japanpost.jp/fee/how_to_pay/uke_cyaku/barcode/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1" descr="http://www.post.japanpost.jp/fee/how_to_pay/uke_cyaku/barcode/0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2F6A9461" wp14:editId="26CB0895">
            <wp:extent cx="115570" cy="115570"/>
            <wp:effectExtent l="0" t="0" r="0" b="0"/>
            <wp:docPr id="71" name="図 71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2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56151092" wp14:editId="0129A615">
            <wp:extent cx="115570" cy="115570"/>
            <wp:effectExtent l="0" t="0" r="0" b="0"/>
            <wp:docPr id="70" name="図 70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3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35D51C77" wp14:editId="4BB1DAD8">
            <wp:extent cx="115570" cy="115570"/>
            <wp:effectExtent l="0" t="0" r="0" b="0"/>
            <wp:docPr id="69" name="図 69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4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01257F11" wp14:editId="1688668D">
            <wp:extent cx="115570" cy="115570"/>
            <wp:effectExtent l="0" t="0" r="0" b="0"/>
            <wp:docPr id="68" name="図 68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5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09D2EB9F" wp14:editId="7BA5DACF">
            <wp:extent cx="115570" cy="115570"/>
            <wp:effectExtent l="0" t="0" r="0" b="0"/>
            <wp:docPr id="67" name="図 67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6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24C8278E" wp14:editId="2DA2477B">
            <wp:extent cx="115570" cy="115570"/>
            <wp:effectExtent l="0" t="0" r="0" b="0"/>
            <wp:docPr id="66" name="図 66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7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459D0BCE" wp14:editId="34DABAAC">
            <wp:extent cx="115570" cy="115570"/>
            <wp:effectExtent l="0" t="0" r="0" b="0"/>
            <wp:docPr id="65" name="図 65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8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46383459" wp14:editId="753D0854">
            <wp:extent cx="115570" cy="115570"/>
            <wp:effectExtent l="0" t="0" r="0" b="0"/>
            <wp:docPr id="64" name="図 64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9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41758217" wp14:editId="540C84B2">
            <wp:extent cx="115570" cy="115570"/>
            <wp:effectExtent l="0" t="0" r="0" b="0"/>
            <wp:docPr id="63" name="図 63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0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7F4B806B" wp14:editId="0E8A8E52">
            <wp:extent cx="115570" cy="115570"/>
            <wp:effectExtent l="0" t="0" r="0" b="0"/>
            <wp:docPr id="62" name="図 62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1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7482A698" wp14:editId="533E0802">
            <wp:extent cx="115570" cy="115570"/>
            <wp:effectExtent l="0" t="0" r="0" b="0"/>
            <wp:docPr id="61" name="図 61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2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0DC6190F" wp14:editId="03BC103F">
            <wp:extent cx="115570" cy="115570"/>
            <wp:effectExtent l="0" t="0" r="0" b="0"/>
            <wp:docPr id="60" name="図 60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3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60C7F26A" wp14:editId="71ABA8D1">
            <wp:extent cx="115570" cy="115570"/>
            <wp:effectExtent l="0" t="0" r="0" b="0"/>
            <wp:docPr id="59" name="図 59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4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617851BC" wp14:editId="5FE48438">
            <wp:extent cx="115570" cy="115570"/>
            <wp:effectExtent l="0" t="0" r="0" b="0"/>
            <wp:docPr id="58" name="図 58" descr="http://www.post.japanpost.jp/fee/how_to_pay/uke_cyaku/barcode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5" descr="http://www.post.japanpost.jp/fee/how_to_pay/uke_cyaku/barcode/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5CB139E6" wp14:editId="1607196E">
            <wp:extent cx="115570" cy="115570"/>
            <wp:effectExtent l="0" t="0" r="0" b="0"/>
            <wp:docPr id="57" name="図 57" descr="http://www.post.japanpost.jp/fee/how_to_pay/uke_cyaku/barcode/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6" descr="http://www.post.japanpost.jp/fee/how_to_pay/uke_cyaku/barcode/E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7D932" w14:textId="77777777" w:rsidR="00937D00" w:rsidRPr="001A23D8" w:rsidRDefault="00937D00">
      <w:pPr>
        <w:rPr>
          <w:sz w:val="26"/>
          <w:szCs w:val="26"/>
        </w:rPr>
      </w:pPr>
    </w:p>
    <w:sectPr w:rsidR="00937D00" w:rsidRPr="001A23D8" w:rsidSect="001A23D8">
      <w:pgSz w:w="5669" w:h="8391" w:code="9"/>
      <w:pgMar w:top="624" w:right="454" w:bottom="113" w:left="454" w:header="0" w:footer="0" w:gutter="0"/>
      <w:cols w:space="425"/>
      <w:docGrid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9D6E3" w14:textId="77777777" w:rsidR="008E5C81" w:rsidRDefault="008E5C81" w:rsidP="007903C4">
      <w:r>
        <w:separator/>
      </w:r>
    </w:p>
  </w:endnote>
  <w:endnote w:type="continuationSeparator" w:id="0">
    <w:p w14:paraId="190AC558" w14:textId="77777777" w:rsidR="008E5C81" w:rsidRDefault="008E5C81" w:rsidP="00790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5E327" w14:textId="77777777" w:rsidR="008E5C81" w:rsidRDefault="008E5C81" w:rsidP="007903C4">
      <w:r>
        <w:separator/>
      </w:r>
    </w:p>
  </w:footnote>
  <w:footnote w:type="continuationSeparator" w:id="0">
    <w:p w14:paraId="6E8D6BF3" w14:textId="77777777" w:rsidR="008E5C81" w:rsidRDefault="008E5C81" w:rsidP="007903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formsDesign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3D8"/>
    <w:rsid w:val="00013772"/>
    <w:rsid w:val="000D6457"/>
    <w:rsid w:val="000F47BE"/>
    <w:rsid w:val="001553D6"/>
    <w:rsid w:val="00177764"/>
    <w:rsid w:val="001A23D8"/>
    <w:rsid w:val="001D3C2F"/>
    <w:rsid w:val="00224D84"/>
    <w:rsid w:val="002600B0"/>
    <w:rsid w:val="002E1CD8"/>
    <w:rsid w:val="0039304A"/>
    <w:rsid w:val="003D3104"/>
    <w:rsid w:val="00414A2C"/>
    <w:rsid w:val="00492582"/>
    <w:rsid w:val="004E4F18"/>
    <w:rsid w:val="005A396A"/>
    <w:rsid w:val="00611B1B"/>
    <w:rsid w:val="00626214"/>
    <w:rsid w:val="00676250"/>
    <w:rsid w:val="00685DA1"/>
    <w:rsid w:val="007233CC"/>
    <w:rsid w:val="00741306"/>
    <w:rsid w:val="00761CD2"/>
    <w:rsid w:val="00782B19"/>
    <w:rsid w:val="007903C4"/>
    <w:rsid w:val="007D278D"/>
    <w:rsid w:val="007F3222"/>
    <w:rsid w:val="00806F2C"/>
    <w:rsid w:val="00855B5C"/>
    <w:rsid w:val="008E4AD6"/>
    <w:rsid w:val="008E5C81"/>
    <w:rsid w:val="00910241"/>
    <w:rsid w:val="00937D00"/>
    <w:rsid w:val="00992B37"/>
    <w:rsid w:val="009B2C05"/>
    <w:rsid w:val="009D68FA"/>
    <w:rsid w:val="009F032C"/>
    <w:rsid w:val="00A14574"/>
    <w:rsid w:val="00A5640C"/>
    <w:rsid w:val="00B16B7C"/>
    <w:rsid w:val="00B57829"/>
    <w:rsid w:val="00BB2E86"/>
    <w:rsid w:val="00C55CCE"/>
    <w:rsid w:val="00D06CFE"/>
    <w:rsid w:val="00D36933"/>
    <w:rsid w:val="00D53E48"/>
    <w:rsid w:val="00DA0C83"/>
    <w:rsid w:val="00E2468C"/>
    <w:rsid w:val="00E50D3C"/>
    <w:rsid w:val="00EC239A"/>
    <w:rsid w:val="00EC7DF2"/>
    <w:rsid w:val="00F004C2"/>
    <w:rsid w:val="00F25DB1"/>
    <w:rsid w:val="00F4560F"/>
    <w:rsid w:val="00F6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3A8784"/>
  <w15:chartTrackingRefBased/>
  <w15:docId w15:val="{5A08C6DA-F008-43B2-A08B-385FAB7AE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3D8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1A23D8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1A23D8"/>
    <w:pPr>
      <w:ind w:left="0"/>
    </w:pPr>
    <w:rPr>
      <w:noProof/>
      <w:sz w:val="22"/>
    </w:rPr>
  </w:style>
  <w:style w:type="paragraph" w:customStyle="1" w:styleId="R0">
    <w:name w:val="R氏名"/>
    <w:basedOn w:val="a"/>
    <w:rsid w:val="001A23D8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1A23D8"/>
    <w:rPr>
      <w:noProof/>
      <w:sz w:val="44"/>
    </w:rPr>
  </w:style>
  <w:style w:type="paragraph" w:customStyle="1" w:styleId="R1">
    <w:name w:val="R住所_1"/>
    <w:basedOn w:val="a"/>
    <w:rsid w:val="001A23D8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1A23D8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1A23D8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1A23D8"/>
    <w:pPr>
      <w:ind w:left="0"/>
    </w:pPr>
    <w:rPr>
      <w:noProof/>
      <w:sz w:val="21"/>
    </w:rPr>
  </w:style>
  <w:style w:type="paragraph" w:customStyle="1" w:styleId="R3">
    <w:name w:val="R部署"/>
    <w:basedOn w:val="a"/>
    <w:rsid w:val="001A23D8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1A23D8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1A23D8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1A23D8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1A23D8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1A23D8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1A23D8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1A23D8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1A23D8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1A23D8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1A23D8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1A23D8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1A23D8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1A23D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1A23D8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A2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A23D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1A2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A23D8"/>
    <w:rPr>
      <w:rFonts w:ascii="Century" w:eastAsia="ＭＳ 明朝" w:hAnsi="Century" w:cs="Times New Roman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A23D8"/>
  </w:style>
  <w:style w:type="character" w:customStyle="1" w:styleId="aa">
    <w:name w:val="日付 (文字)"/>
    <w:basedOn w:val="a0"/>
    <w:link w:val="a9"/>
    <w:uiPriority w:val="99"/>
    <w:semiHidden/>
    <w:rsid w:val="001A23D8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64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POSTCARD20.WIZ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</dc:creator>
  <cp:keywords/>
  <dc:description/>
  <cp:lastModifiedBy>MADE KEE</cp:lastModifiedBy>
  <cp:revision>4</cp:revision>
  <cp:lastPrinted>2020-11-09T05:51:00Z</cp:lastPrinted>
  <dcterms:created xsi:type="dcterms:W3CDTF">2024-10-26T08:00:00Z</dcterms:created>
  <dcterms:modified xsi:type="dcterms:W3CDTF">2024-11-14T17:10:00Z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